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C39EE" w14:textId="77777777" w:rsidR="009A7389" w:rsidRDefault="009A7389">
      <w:bookmarkStart w:id="0" w:name="_GoBack"/>
      <w:bookmarkEnd w:id="0"/>
      <w:r>
        <w:t>Agenda</w:t>
      </w:r>
    </w:p>
    <w:p w14:paraId="09773914" w14:textId="77777777" w:rsidR="009A7389" w:rsidRDefault="009A7389">
      <w:r>
        <w:t>Staff Retreat</w:t>
      </w:r>
    </w:p>
    <w:p w14:paraId="3DD57108" w14:textId="77777777" w:rsidR="009A7389" w:rsidRDefault="009A7389">
      <w:r>
        <w:t>December 7-8</w:t>
      </w:r>
    </w:p>
    <w:p w14:paraId="405E25A9" w14:textId="77777777" w:rsidR="009A7389" w:rsidRDefault="009A7389" w:rsidP="00D864CC">
      <w:r>
        <w:t>Pacific Plaza Hotel, Renaissance Conference Room</w:t>
      </w:r>
    </w:p>
    <w:p w14:paraId="76D7917E" w14:textId="77777777" w:rsidR="009A7389" w:rsidRDefault="009A7389" w:rsidP="00D864CC">
      <w:r>
        <w:t>10:30</w:t>
      </w:r>
      <w:r>
        <w:tab/>
        <w:t xml:space="preserve">Coffee and refreshments </w:t>
      </w:r>
    </w:p>
    <w:p w14:paraId="46F58B74" w14:textId="77777777" w:rsidR="009A7389" w:rsidRDefault="009A7389" w:rsidP="00D864CC">
      <w:r>
        <w:t>12:00</w:t>
      </w:r>
      <w:r>
        <w:tab/>
        <w:t xml:space="preserve">Lunch </w:t>
      </w:r>
    </w:p>
    <w:p w14:paraId="54F3C492" w14:textId="77777777" w:rsidR="009A7389" w:rsidRDefault="009A7389" w:rsidP="00D864CC"/>
    <w:p w14:paraId="26C8F04E" w14:textId="77777777" w:rsidR="009A7389" w:rsidRDefault="009A7389">
      <w:r>
        <w:t>December 7</w:t>
      </w:r>
      <w:r w:rsidRPr="00D864CC">
        <w:rPr>
          <w:vertAlign w:val="superscript"/>
        </w:rPr>
        <w:t>th</w:t>
      </w:r>
    </w:p>
    <w:p w14:paraId="05B79CF5" w14:textId="77777777" w:rsidR="009A7389" w:rsidRDefault="009A7389">
      <w:r>
        <w:t>9:00</w:t>
      </w:r>
      <w:r>
        <w:tab/>
        <w:t>President’s Welcome</w:t>
      </w:r>
    </w:p>
    <w:p w14:paraId="700D1474" w14:textId="77777777" w:rsidR="009A7389" w:rsidRDefault="009A7389">
      <w:r>
        <w:t>Current status</w:t>
      </w:r>
    </w:p>
    <w:p w14:paraId="40D6A1D9" w14:textId="77777777" w:rsidR="009A7389" w:rsidRDefault="009A7389">
      <w:r>
        <w:t>Environmental Consulting</w:t>
      </w:r>
    </w:p>
    <w:p w14:paraId="050BD77B" w14:textId="77777777" w:rsidR="009A7389" w:rsidRDefault="009A7389">
      <w:r>
        <w:t xml:space="preserve">Revenues </w:t>
      </w:r>
    </w:p>
    <w:p w14:paraId="32562E66" w14:textId="77777777" w:rsidR="009A7389" w:rsidRDefault="009A7389">
      <w:r>
        <w:t xml:space="preserve">Upcoming Business </w:t>
      </w:r>
    </w:p>
    <w:p w14:paraId="2F3ED90B" w14:textId="77777777" w:rsidR="009A7389" w:rsidRDefault="009A7389">
      <w:r>
        <w:t>Adventures</w:t>
      </w:r>
    </w:p>
    <w:p w14:paraId="19195A9B" w14:textId="77777777" w:rsidR="009A7389" w:rsidRDefault="009A7389">
      <w:r>
        <w:t>Strengths &amp; Weaknesses</w:t>
      </w:r>
    </w:p>
    <w:p w14:paraId="7CB5BD74" w14:textId="77777777" w:rsidR="009A7389" w:rsidRDefault="009A7389">
      <w:r>
        <w:t>Open session</w:t>
      </w:r>
    </w:p>
    <w:p w14:paraId="6332007A" w14:textId="77777777" w:rsidR="009A7389" w:rsidRDefault="009A7389">
      <w:r>
        <w:t>December 8</w:t>
      </w:r>
      <w:r w:rsidRPr="00CE0EC7">
        <w:rPr>
          <w:vertAlign w:val="superscript"/>
        </w:rPr>
        <w:t>th</w:t>
      </w:r>
    </w:p>
    <w:p w14:paraId="10493365" w14:textId="77777777" w:rsidR="009A7389" w:rsidRDefault="009A7389">
      <w:r>
        <w:t>Vision for the Future</w:t>
      </w:r>
    </w:p>
    <w:p w14:paraId="634572D2" w14:textId="77777777" w:rsidR="009A7389" w:rsidRDefault="009A7389">
      <w:r>
        <w:t>Open session in groups</w:t>
      </w:r>
    </w:p>
    <w:p w14:paraId="7A52C6EA" w14:textId="77777777" w:rsidR="009A7389" w:rsidRDefault="009A7389">
      <w:r>
        <w:t>Sales</w:t>
      </w:r>
    </w:p>
    <w:p w14:paraId="54A5FD09" w14:textId="77777777" w:rsidR="009A7389" w:rsidRDefault="009A7389">
      <w:r>
        <w:t>Strategies</w:t>
      </w:r>
    </w:p>
    <w:p w14:paraId="7EE93009" w14:textId="77777777" w:rsidR="009A7389" w:rsidRDefault="009A7389">
      <w:r>
        <w:t>Opportunities</w:t>
      </w:r>
    </w:p>
    <w:sectPr w:rsidR="009A7389" w:rsidSect="00F65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4CC"/>
    <w:rsid w:val="00001A8E"/>
    <w:rsid w:val="003128F0"/>
    <w:rsid w:val="004B7B7F"/>
    <w:rsid w:val="006A4F3B"/>
    <w:rsid w:val="009A7389"/>
    <w:rsid w:val="00A67C57"/>
    <w:rsid w:val="00AB0683"/>
    <w:rsid w:val="00BB52CB"/>
    <w:rsid w:val="00BC24E0"/>
    <w:rsid w:val="00BD413F"/>
    <w:rsid w:val="00C44EF0"/>
    <w:rsid w:val="00CE0EC7"/>
    <w:rsid w:val="00D864CC"/>
    <w:rsid w:val="00DA0A43"/>
    <w:rsid w:val="00E40913"/>
    <w:rsid w:val="00F653CB"/>
    <w:rsid w:val="00F92BE7"/>
    <w:rsid w:val="00FC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AA51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4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4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1CFE60-BD3A-4BDB-B870-67A5D2E2D010}"/>
</file>

<file path=customXml/itemProps2.xml><?xml version="1.0" encoding="utf-8"?>
<ds:datastoreItem xmlns:ds="http://schemas.openxmlformats.org/officeDocument/2006/customXml" ds:itemID="{60A3A736-F0B2-4FC5-8D3A-C7556B6DBB39}"/>
</file>

<file path=customXml/itemProps3.xml><?xml version="1.0" encoding="utf-8"?>
<ds:datastoreItem xmlns:ds="http://schemas.openxmlformats.org/officeDocument/2006/customXml" ds:itemID="{44D81150-6622-4310-8B1A-7B719E9785EC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CCI Learning Solutions Inc.</dc:creator>
  <cp:lastModifiedBy>Tolano Adventures</cp:lastModifiedBy>
  <cp:revision>4</cp:revision>
  <dcterms:created xsi:type="dcterms:W3CDTF">2010-04-01T20:29:00Z</dcterms:created>
  <dcterms:modified xsi:type="dcterms:W3CDTF">2010-04-27T17:51:00Z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